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14DFC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0B89A23A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3A215147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2B37F234" w14:textId="77777777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 w:rsidR="00CF7870">
        <w:rPr>
          <w:spacing w:val="0"/>
          <w:position w:val="0"/>
          <w:sz w:val="20"/>
        </w:rPr>
        <w:t>Barrus</w:t>
      </w:r>
      <w:proofErr w:type="spellEnd"/>
      <w:r w:rsidR="00CF7870">
        <w:rPr>
          <w:spacing w:val="0"/>
          <w:position w:val="0"/>
          <w:sz w:val="20"/>
        </w:rPr>
        <w:t xml:space="preserve"> AS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1C536D77" w14:textId="77777777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79B2707" w14:textId="74279693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CF7870">
        <w:rPr>
          <w:spacing w:val="0"/>
          <w:position w:val="0"/>
          <w:sz w:val="20"/>
        </w:rPr>
        <w:t>202</w:t>
      </w:r>
      <w:r w:rsidR="00BA5921">
        <w:rPr>
          <w:spacing w:val="0"/>
          <w:position w:val="0"/>
          <w:sz w:val="20"/>
        </w:rPr>
        <w:t>5</w:t>
      </w:r>
      <w:r w:rsidR="00CF7870">
        <w:rPr>
          <w:spacing w:val="0"/>
          <w:position w:val="0"/>
          <w:sz w:val="20"/>
        </w:rPr>
        <w:t>/</w:t>
      </w:r>
      <w:r w:rsidR="002D4200">
        <w:rPr>
          <w:spacing w:val="0"/>
          <w:position w:val="0"/>
          <w:sz w:val="20"/>
        </w:rPr>
        <w:t>135</w:t>
      </w:r>
      <w:r w:rsidRPr="00330C91">
        <w:rPr>
          <w:spacing w:val="0"/>
          <w:position w:val="0"/>
          <w:sz w:val="20"/>
        </w:rPr>
        <w:t xml:space="preserve"> juurde</w:t>
      </w:r>
    </w:p>
    <w:p w14:paraId="2635053F" w14:textId="77777777" w:rsidR="005253F3" w:rsidRPr="00330C91" w:rsidRDefault="005253F3" w:rsidP="00A111CB">
      <w:pPr>
        <w:jc w:val="center"/>
      </w:pPr>
    </w:p>
    <w:p w14:paraId="5B170339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1CE38A89" w14:textId="77777777" w:rsidR="005253F3" w:rsidRPr="00330C91" w:rsidRDefault="005253F3" w:rsidP="00D2770C">
      <w:pPr>
        <w:jc w:val="center"/>
        <w:rPr>
          <w:sz w:val="18"/>
        </w:rPr>
      </w:pPr>
    </w:p>
    <w:p w14:paraId="604661AA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071DA3EF" w14:textId="77777777" w:rsidR="005253F3" w:rsidRPr="00330C91" w:rsidRDefault="005253F3" w:rsidP="005655A4">
      <w:pPr>
        <w:rPr>
          <w:sz w:val="18"/>
          <w:szCs w:val="18"/>
        </w:rPr>
      </w:pPr>
    </w:p>
    <w:p w14:paraId="1726ADE4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41E9C1CB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3FBC6AE7" w14:textId="50524691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7A008F">
        <w:rPr>
          <w:sz w:val="20"/>
        </w:rPr>
        <w:t>2</w:t>
      </w:r>
      <w:r w:rsidR="002D4200">
        <w:rPr>
          <w:sz w:val="20"/>
        </w:rPr>
        <w:t>4</w:t>
      </w:r>
      <w:r w:rsidR="002431FC">
        <w:rPr>
          <w:sz w:val="20"/>
        </w:rPr>
        <w:t>.0</w:t>
      </w:r>
      <w:r w:rsidR="002D4200">
        <w:rPr>
          <w:sz w:val="20"/>
        </w:rPr>
        <w:t>4</w:t>
      </w:r>
      <w:r w:rsidR="00A17551">
        <w:rPr>
          <w:sz w:val="20"/>
        </w:rPr>
        <w:t>.202</w:t>
      </w:r>
      <w:r w:rsidR="00FB5FC3">
        <w:rPr>
          <w:sz w:val="20"/>
        </w:rPr>
        <w:t>5</w:t>
      </w:r>
      <w:r w:rsidRPr="00330C91">
        <w:rPr>
          <w:sz w:val="20"/>
        </w:rPr>
        <w:t xml:space="preserve"> a </w:t>
      </w:r>
      <w:r w:rsidR="00BC7B4A">
        <w:rPr>
          <w:sz w:val="20"/>
        </w:rPr>
        <w:t>kokkuleppehinnaga kiirestirikneva metsamaterjali müügi</w:t>
      </w:r>
      <w:r w:rsidRPr="00330C91">
        <w:rPr>
          <w:sz w:val="20"/>
        </w:rPr>
        <w:t xml:space="preserve"> edukaks tu</w:t>
      </w:r>
      <w:r w:rsidR="001C3CA4">
        <w:rPr>
          <w:sz w:val="20"/>
        </w:rPr>
        <w:t>nnistamise protokolli nr 3-3.4/</w:t>
      </w:r>
      <w:r w:rsidR="002D4200">
        <w:rPr>
          <w:sz w:val="20"/>
        </w:rPr>
        <w:t>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7C07D4">
        <w:rPr>
          <w:bCs/>
          <w:sz w:val="20"/>
        </w:rPr>
        <w:t>m</w:t>
      </w:r>
      <w:r w:rsidR="002D4200">
        <w:rPr>
          <w:bCs/>
          <w:sz w:val="20"/>
        </w:rPr>
        <w:t>ai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FB5FC3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F80DAA">
        <w:rPr>
          <w:bCs/>
          <w:sz w:val="20"/>
        </w:rPr>
        <w:t>juuni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FB5FC3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1645"/>
        <w:gridCol w:w="2325"/>
        <w:gridCol w:w="1980"/>
        <w:gridCol w:w="1978"/>
      </w:tblGrid>
      <w:tr w:rsidR="002D4200" w:rsidRPr="00330C91" w14:paraId="702972F5" w14:textId="77777777" w:rsidTr="002D4200">
        <w:trPr>
          <w:trHeight w:val="255"/>
        </w:trPr>
        <w:tc>
          <w:tcPr>
            <w:tcW w:w="1000" w:type="pct"/>
            <w:noWrap/>
          </w:tcPr>
          <w:p w14:paraId="3A5DF7CF" w14:textId="77777777" w:rsidR="002D4200" w:rsidRPr="00330C91" w:rsidRDefault="002D4200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30" w:type="pct"/>
            <w:noWrap/>
          </w:tcPr>
          <w:p w14:paraId="41F89C83" w14:textId="77777777" w:rsidR="002D4200" w:rsidRPr="00330C91" w:rsidRDefault="002D4200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73" w:type="pct"/>
          </w:tcPr>
          <w:p w14:paraId="79991F09" w14:textId="77777777" w:rsidR="002D4200" w:rsidRPr="00330C91" w:rsidRDefault="002D4200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999" w:type="pct"/>
          </w:tcPr>
          <w:p w14:paraId="1E88B44E" w14:textId="42C57CA9" w:rsidR="002D4200" w:rsidRDefault="002D4200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Mai-juuni</w:t>
            </w:r>
          </w:p>
        </w:tc>
        <w:tc>
          <w:tcPr>
            <w:tcW w:w="998" w:type="pct"/>
            <w:noWrap/>
          </w:tcPr>
          <w:p w14:paraId="134599C9" w14:textId="77777777" w:rsidR="002D4200" w:rsidRPr="00330C91" w:rsidRDefault="002D4200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2D4200" w:rsidRPr="00330C91" w14:paraId="49CB1F27" w14:textId="77777777" w:rsidTr="002D4200">
        <w:trPr>
          <w:trHeight w:val="255"/>
        </w:trPr>
        <w:tc>
          <w:tcPr>
            <w:tcW w:w="1000" w:type="pct"/>
            <w:noWrap/>
          </w:tcPr>
          <w:p w14:paraId="012C1107" w14:textId="77777777" w:rsidR="002D4200" w:rsidRPr="00CF7870" w:rsidRDefault="002D4200" w:rsidP="00CF7870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Männipalk</w:t>
            </w:r>
          </w:p>
        </w:tc>
        <w:tc>
          <w:tcPr>
            <w:tcW w:w="830" w:type="pct"/>
            <w:noWrap/>
          </w:tcPr>
          <w:p w14:paraId="1295DBF0" w14:textId="77777777" w:rsidR="002D4200" w:rsidRPr="00CF7870" w:rsidRDefault="002D4200" w:rsidP="00CF7870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Verijärve</w:t>
            </w:r>
          </w:p>
        </w:tc>
        <w:tc>
          <w:tcPr>
            <w:tcW w:w="1173" w:type="pct"/>
            <w:vAlign w:val="center"/>
          </w:tcPr>
          <w:p w14:paraId="1A2347FA" w14:textId="77777777" w:rsidR="002D4200" w:rsidRPr="00330C91" w:rsidRDefault="002D4200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99" w:type="pct"/>
          </w:tcPr>
          <w:p w14:paraId="44F5FC98" w14:textId="6028549D" w:rsidR="002D4200" w:rsidRDefault="002D4200" w:rsidP="00CF787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998" w:type="pct"/>
            <w:noWrap/>
            <w:vAlign w:val="center"/>
          </w:tcPr>
          <w:p w14:paraId="723080D3" w14:textId="0642ECF8" w:rsidR="002D4200" w:rsidRPr="00330C91" w:rsidRDefault="002D4200" w:rsidP="00CF787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1000</w:t>
            </w:r>
          </w:p>
        </w:tc>
      </w:tr>
    </w:tbl>
    <w:p w14:paraId="107708CB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4198FD42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8C44DC"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25389895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07424A2C" w14:textId="56F7E862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="005253F3"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="005253F3"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8C44DC">
        <w:rPr>
          <w:spacing w:val="0"/>
          <w:position w:val="0"/>
          <w:sz w:val="20"/>
          <w:lang w:eastAsia="et-EE"/>
        </w:rPr>
        <w:t xml:space="preserve">est Tarneperioodi jooksul kuni </w:t>
      </w:r>
      <w:r w:rsidR="00FB5FC3">
        <w:rPr>
          <w:spacing w:val="0"/>
          <w:position w:val="0"/>
          <w:sz w:val="20"/>
          <w:lang w:eastAsia="et-EE"/>
        </w:rPr>
        <w:t>1</w:t>
      </w:r>
      <w:r w:rsidR="008C44DC">
        <w:rPr>
          <w:spacing w:val="0"/>
          <w:position w:val="0"/>
          <w:sz w:val="20"/>
          <w:lang w:eastAsia="et-EE"/>
        </w:rPr>
        <w:t xml:space="preserve">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15243CC0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2A3B3F29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3DF2BE38" w14:textId="77777777" w:rsidR="005253F3" w:rsidRPr="00330C91" w:rsidRDefault="005253F3" w:rsidP="00EB57EF">
      <w:pPr>
        <w:rPr>
          <w:b/>
          <w:sz w:val="20"/>
        </w:rPr>
      </w:pPr>
    </w:p>
    <w:p w14:paraId="2478384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313854F" w14:textId="77777777" w:rsidR="005253F3" w:rsidRPr="00330C91" w:rsidRDefault="005253F3" w:rsidP="00EB57EF">
      <w:pPr>
        <w:rPr>
          <w:b/>
          <w:sz w:val="20"/>
        </w:rPr>
      </w:pPr>
    </w:p>
    <w:p w14:paraId="0EEE042A" w14:textId="77777777" w:rsidR="005253F3" w:rsidRPr="00330C91" w:rsidRDefault="005253F3" w:rsidP="00EB57EF">
      <w:pPr>
        <w:rPr>
          <w:i/>
          <w:sz w:val="20"/>
        </w:rPr>
      </w:pPr>
    </w:p>
    <w:p w14:paraId="5C227847" w14:textId="77777777" w:rsidR="007207F8" w:rsidRPr="00330C91" w:rsidRDefault="007207F8" w:rsidP="007207F8">
      <w:pPr>
        <w:rPr>
          <w:sz w:val="20"/>
        </w:rPr>
      </w:pPr>
    </w:p>
    <w:p w14:paraId="316D1E66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555EC5">
        <w:rPr>
          <w:sz w:val="20"/>
        </w:rPr>
        <w:t xml:space="preserve">Lauri </w:t>
      </w:r>
      <w:proofErr w:type="spellStart"/>
      <w:r w:rsidR="00555EC5">
        <w:rPr>
          <w:sz w:val="20"/>
        </w:rPr>
        <w:t>Junkin</w:t>
      </w:r>
      <w:proofErr w:type="spellEnd"/>
    </w:p>
    <w:p w14:paraId="42340A64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617F8846" w14:textId="77777777" w:rsidR="005253F3" w:rsidRPr="00330C91" w:rsidRDefault="005253F3" w:rsidP="00D83439">
      <w:pPr>
        <w:rPr>
          <w:b/>
          <w:sz w:val="20"/>
        </w:rPr>
      </w:pPr>
    </w:p>
    <w:p w14:paraId="749BDF7C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42AC9ABD" w14:textId="77777777" w:rsidR="00FB5FC3" w:rsidRPr="00330C91" w:rsidRDefault="00FB5FC3" w:rsidP="00FB5FC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Barrus</w:t>
      </w:r>
      <w:proofErr w:type="spellEnd"/>
      <w:r>
        <w:rPr>
          <w:spacing w:val="0"/>
          <w:position w:val="0"/>
          <w:sz w:val="20"/>
        </w:rPr>
        <w:t xml:space="preserve"> AS </w:t>
      </w:r>
      <w:r w:rsidRPr="00330C91">
        <w:rPr>
          <w:spacing w:val="0"/>
          <w:position w:val="0"/>
          <w:sz w:val="20"/>
        </w:rPr>
        <w:t>vahelise</w:t>
      </w:r>
    </w:p>
    <w:p w14:paraId="72B90B8A" w14:textId="77777777" w:rsidR="00FB5FC3" w:rsidRPr="00330C91" w:rsidRDefault="00FB5FC3" w:rsidP="00FB5FC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FFCA6E4" w14:textId="77777777" w:rsidR="00FB5FC3" w:rsidRPr="00330C91" w:rsidRDefault="00FB5FC3" w:rsidP="00FB5FC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2025/85</w:t>
      </w:r>
      <w:r w:rsidRPr="00330C91">
        <w:rPr>
          <w:spacing w:val="0"/>
          <w:position w:val="0"/>
          <w:sz w:val="20"/>
        </w:rPr>
        <w:t xml:space="preserve"> juurde</w:t>
      </w:r>
    </w:p>
    <w:p w14:paraId="22B9F9B3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53AD15A7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32248867" w14:textId="77777777" w:rsidR="005253F3" w:rsidRPr="00330C91" w:rsidRDefault="005253F3" w:rsidP="00244AC9">
      <w:pPr>
        <w:rPr>
          <w:sz w:val="20"/>
        </w:rPr>
      </w:pPr>
    </w:p>
    <w:p w14:paraId="3E919E00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736743E2" w14:textId="77777777" w:rsidR="005253F3" w:rsidRPr="00330C91" w:rsidRDefault="005253F3" w:rsidP="00B30713">
      <w:pPr>
        <w:rPr>
          <w:sz w:val="18"/>
          <w:szCs w:val="18"/>
        </w:rPr>
      </w:pPr>
    </w:p>
    <w:p w14:paraId="5BA425CB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434ABDC7" w14:textId="77777777" w:rsidR="005253F3" w:rsidRPr="00330C91" w:rsidRDefault="005253F3" w:rsidP="005655A4">
      <w:pPr>
        <w:rPr>
          <w:b/>
          <w:sz w:val="18"/>
        </w:rPr>
      </w:pPr>
    </w:p>
    <w:p w14:paraId="255F5DC0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569C5C26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47880FFF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5253F3" w:rsidRPr="00330C91" w14:paraId="1112555B" w14:textId="77777777" w:rsidTr="00FA4F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7C95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3CE3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CBB8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4A54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FE307F" w:rsidRPr="00330C91" w14:paraId="420C0976" w14:textId="77777777" w:rsidTr="00FA4F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3990" w14:textId="77777777" w:rsidR="00FE307F" w:rsidRPr="00330C91" w:rsidRDefault="00555EC5" w:rsidP="00F42F6E">
            <w:pPr>
              <w:rPr>
                <w:bCs/>
                <w:sz w:val="20"/>
              </w:rPr>
            </w:pPr>
            <w:r>
              <w:rPr>
                <w:sz w:val="20"/>
              </w:rPr>
              <w:t>Männipalk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F0F3" w14:textId="77777777" w:rsidR="00FE307F" w:rsidRPr="00330C91" w:rsidRDefault="00555EC5" w:rsidP="00F42F6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BA4742">
              <w:rPr>
                <w:bCs/>
                <w:sz w:val="20"/>
              </w:rPr>
              <w:t>16</w:t>
            </w:r>
            <w:r>
              <w:rPr>
                <w:bCs/>
                <w:sz w:val="20"/>
              </w:rPr>
              <w:t>)18</w:t>
            </w:r>
            <w:r w:rsidR="00BA4742">
              <w:rPr>
                <w:bCs/>
                <w:sz w:val="20"/>
              </w:rPr>
              <w:t>-6</w:t>
            </w:r>
            <w:r w:rsidR="00FE307F">
              <w:rPr>
                <w:bCs/>
                <w:sz w:val="20"/>
              </w:rPr>
              <w:t>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777D" w14:textId="77777777" w:rsidR="00FE307F" w:rsidRPr="00330C91" w:rsidRDefault="00B416FA" w:rsidP="00555EC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(30)</w:t>
            </w:r>
            <w:r w:rsidR="00555EC5">
              <w:rPr>
                <w:bCs/>
                <w:sz w:val="20"/>
              </w:rPr>
              <w:t>33</w:t>
            </w:r>
            <w:r w:rsidR="007C07D4">
              <w:rPr>
                <w:bCs/>
                <w:sz w:val="20"/>
              </w:rPr>
              <w:t>-60</w:t>
            </w:r>
            <w:r w:rsidR="00555EC5">
              <w:rPr>
                <w:bCs/>
                <w:sz w:val="20"/>
              </w:rPr>
              <w:t xml:space="preserve"> </w:t>
            </w:r>
            <w:r w:rsidR="00FE307F">
              <w:rPr>
                <w:bCs/>
                <w:sz w:val="20"/>
              </w:rPr>
              <w:t>(+</w:t>
            </w:r>
            <w:proofErr w:type="spellStart"/>
            <w:r w:rsidR="00FE307F">
              <w:rPr>
                <w:bCs/>
                <w:sz w:val="20"/>
              </w:rPr>
              <w:t>ülemõõt</w:t>
            </w:r>
            <w:proofErr w:type="spellEnd"/>
            <w:r w:rsidR="00FE307F">
              <w:rPr>
                <w:bCs/>
                <w:sz w:val="20"/>
              </w:rPr>
              <w:t xml:space="preserve"> </w:t>
            </w:r>
            <w:r w:rsidR="007C07D4">
              <w:rPr>
                <w:bCs/>
                <w:sz w:val="20"/>
              </w:rPr>
              <w:t xml:space="preserve">min </w:t>
            </w:r>
            <w:r w:rsidR="00555EC5">
              <w:rPr>
                <w:bCs/>
                <w:sz w:val="20"/>
              </w:rPr>
              <w:t>7</w:t>
            </w:r>
            <w:r w:rsidR="00FE307F">
              <w:rPr>
                <w:bCs/>
                <w:sz w:val="20"/>
              </w:rPr>
              <w:t xml:space="preserve">cm) 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CEBF" w14:textId="77777777" w:rsidR="00FE307F" w:rsidRDefault="00FE307F" w:rsidP="00F42F6E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</w:t>
            </w:r>
            <w:r w:rsidR="00555EC5">
              <w:rPr>
                <w:bCs/>
                <w:sz w:val="20"/>
              </w:rPr>
              <w:t>1</w:t>
            </w:r>
          </w:p>
          <w:p w14:paraId="04A17B83" w14:textId="77777777" w:rsidR="00555EC5" w:rsidRPr="00330C91" w:rsidRDefault="00555EC5" w:rsidP="00F42F6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D kvaliteet vastavalt KL lepingule.</w:t>
            </w:r>
          </w:p>
        </w:tc>
      </w:tr>
    </w:tbl>
    <w:p w14:paraId="62D3C889" w14:textId="77777777" w:rsidR="005253F3" w:rsidRPr="00330C91" w:rsidRDefault="005253F3" w:rsidP="005655A4">
      <w:pPr>
        <w:rPr>
          <w:b/>
          <w:bCs/>
          <w:sz w:val="20"/>
        </w:rPr>
      </w:pPr>
    </w:p>
    <w:p w14:paraId="71C11359" w14:textId="7777777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17102689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61A30A2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6C90602" w14:textId="77777777" w:rsidR="005253F3" w:rsidRPr="00330C91" w:rsidRDefault="005253F3" w:rsidP="00EB57EF">
      <w:pPr>
        <w:rPr>
          <w:b/>
          <w:sz w:val="20"/>
        </w:rPr>
      </w:pPr>
    </w:p>
    <w:p w14:paraId="28F8490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8166443" w14:textId="77777777" w:rsidR="005253F3" w:rsidRPr="00330C91" w:rsidRDefault="005253F3" w:rsidP="00EB57EF">
      <w:pPr>
        <w:rPr>
          <w:sz w:val="20"/>
        </w:rPr>
      </w:pPr>
    </w:p>
    <w:p w14:paraId="6E114C8F" w14:textId="77777777" w:rsidR="005253F3" w:rsidRPr="00330C91" w:rsidRDefault="005253F3" w:rsidP="00EB57EF">
      <w:pPr>
        <w:rPr>
          <w:i/>
          <w:sz w:val="20"/>
        </w:rPr>
      </w:pPr>
    </w:p>
    <w:p w14:paraId="28B2EB35" w14:textId="77777777" w:rsidR="007207F8" w:rsidRPr="00330C91" w:rsidRDefault="007207F8" w:rsidP="007207F8">
      <w:pPr>
        <w:rPr>
          <w:sz w:val="20"/>
        </w:rPr>
      </w:pPr>
    </w:p>
    <w:p w14:paraId="72F62166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555EC5">
        <w:rPr>
          <w:sz w:val="20"/>
        </w:rPr>
        <w:t xml:space="preserve">Lauri </w:t>
      </w:r>
      <w:proofErr w:type="spellStart"/>
      <w:r w:rsidR="00555EC5">
        <w:rPr>
          <w:sz w:val="20"/>
        </w:rPr>
        <w:t>Junkin</w:t>
      </w:r>
      <w:proofErr w:type="spellEnd"/>
    </w:p>
    <w:p w14:paraId="676C3B64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E2F568D" w14:textId="77777777" w:rsidR="005253F3" w:rsidRPr="00330C91" w:rsidRDefault="005253F3" w:rsidP="00B30713">
      <w:pPr>
        <w:rPr>
          <w:b/>
          <w:sz w:val="20"/>
        </w:rPr>
      </w:pPr>
    </w:p>
    <w:p w14:paraId="3918364A" w14:textId="77777777" w:rsidR="005253F3" w:rsidRPr="00330C91" w:rsidRDefault="005253F3" w:rsidP="00B30713">
      <w:pPr>
        <w:rPr>
          <w:b/>
          <w:sz w:val="20"/>
        </w:rPr>
      </w:pPr>
    </w:p>
    <w:p w14:paraId="70E79144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46B96640" w14:textId="77777777" w:rsidR="00E144C2" w:rsidRPr="00330C91" w:rsidRDefault="00E144C2" w:rsidP="00E144C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Barrus</w:t>
      </w:r>
      <w:proofErr w:type="spellEnd"/>
      <w:r>
        <w:rPr>
          <w:spacing w:val="0"/>
          <w:position w:val="0"/>
          <w:sz w:val="20"/>
        </w:rPr>
        <w:t xml:space="preserve"> AS </w:t>
      </w:r>
      <w:r w:rsidRPr="00330C91">
        <w:rPr>
          <w:spacing w:val="0"/>
          <w:position w:val="0"/>
          <w:sz w:val="20"/>
        </w:rPr>
        <w:t>vahelise</w:t>
      </w:r>
    </w:p>
    <w:p w14:paraId="51947B1E" w14:textId="77777777" w:rsidR="00E144C2" w:rsidRPr="00330C91" w:rsidRDefault="00E144C2" w:rsidP="00E144C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8440DE2" w14:textId="77777777" w:rsidR="00E144C2" w:rsidRPr="00330C91" w:rsidRDefault="00E144C2" w:rsidP="00E144C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2025/135</w:t>
      </w:r>
      <w:r w:rsidRPr="00330C91">
        <w:rPr>
          <w:spacing w:val="0"/>
          <w:position w:val="0"/>
          <w:sz w:val="20"/>
        </w:rPr>
        <w:t xml:space="preserve"> juurde</w:t>
      </w:r>
    </w:p>
    <w:p w14:paraId="64CBBD26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77243EFB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44911DC4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0E2FC857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5A2566CE" w14:textId="77777777" w:rsidR="005253F3" w:rsidRPr="00330C91" w:rsidRDefault="005253F3" w:rsidP="00B30713">
      <w:pPr>
        <w:rPr>
          <w:sz w:val="18"/>
          <w:szCs w:val="18"/>
        </w:rPr>
      </w:pPr>
    </w:p>
    <w:p w14:paraId="67E5C553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74CFEED8" w14:textId="77777777" w:rsidR="005253F3" w:rsidRPr="00330C91" w:rsidRDefault="005253F3" w:rsidP="005655A4">
      <w:pPr>
        <w:rPr>
          <w:b/>
          <w:sz w:val="18"/>
        </w:rPr>
      </w:pPr>
    </w:p>
    <w:p w14:paraId="156168B0" w14:textId="77777777" w:rsidR="00215557" w:rsidRDefault="00215557" w:rsidP="00555EC5">
      <w:pPr>
        <w:pStyle w:val="Loendilik"/>
        <w:numPr>
          <w:ilvl w:val="0"/>
          <w:numId w:val="13"/>
        </w:numPr>
        <w:rPr>
          <w:bCs/>
          <w:sz w:val="20"/>
        </w:rPr>
      </w:pPr>
    </w:p>
    <w:p w14:paraId="45538BF8" w14:textId="77777777" w:rsidR="003668A2" w:rsidRPr="00330C91" w:rsidRDefault="003668A2" w:rsidP="005655A4">
      <w:pPr>
        <w:rPr>
          <w:bCs/>
          <w:sz w:val="20"/>
        </w:rPr>
      </w:pPr>
    </w:p>
    <w:p w14:paraId="336E0604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B5B1CC9" w14:textId="25E80211" w:rsidR="00535FF0" w:rsidRPr="00535FF0" w:rsidRDefault="00535FF0" w:rsidP="00535FF0">
      <w:pPr>
        <w:pStyle w:val="Loendilik"/>
        <w:numPr>
          <w:ilvl w:val="1"/>
          <w:numId w:val="13"/>
        </w:numPr>
        <w:rPr>
          <w:bCs/>
          <w:sz w:val="20"/>
        </w:rPr>
      </w:pPr>
      <w:r w:rsidRPr="00535FF0">
        <w:rPr>
          <w:bCs/>
          <w:sz w:val="20"/>
        </w:rPr>
        <w:t xml:space="preserve">Müüja müüb ja Ostja ostab Metsamaterjali, mille hind Ostja  laos </w:t>
      </w:r>
      <w:r>
        <w:rPr>
          <w:bCs/>
          <w:sz w:val="20"/>
        </w:rPr>
        <w:t>Verijärve</w:t>
      </w:r>
      <w:r w:rsidRPr="00535FF0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5"/>
        <w:gridCol w:w="2282"/>
        <w:gridCol w:w="2282"/>
        <w:gridCol w:w="2282"/>
      </w:tblGrid>
      <w:tr w:rsidR="00535FF0" w:rsidRPr="001A45B9" w14:paraId="2074D24D" w14:textId="77777777" w:rsidTr="00481EF1">
        <w:trPr>
          <w:trHeight w:val="29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216C406F" w14:textId="77777777" w:rsidR="00535FF0" w:rsidRPr="005537EA" w:rsidRDefault="00535FF0" w:rsidP="00481EF1">
            <w:pPr>
              <w:pStyle w:val="Loendilik"/>
              <w:rPr>
                <w:b/>
                <w:sz w:val="20"/>
                <w:lang w:eastAsia="et-EE"/>
              </w:rPr>
            </w:pPr>
            <w:r w:rsidRPr="005537EA">
              <w:rPr>
                <w:b/>
                <w:sz w:val="20"/>
                <w:lang w:eastAsia="et-EE"/>
              </w:rPr>
              <w:t>Sortiment ja kvaliteet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0F0AE13" w14:textId="77777777" w:rsidR="00535FF0" w:rsidRPr="001A45B9" w:rsidRDefault="00535FF0" w:rsidP="00481EF1">
            <w:pPr>
              <w:jc w:val="center"/>
              <w:rPr>
                <w:b/>
                <w:sz w:val="20"/>
                <w:lang w:eastAsia="et-EE"/>
              </w:rPr>
            </w:pPr>
            <w:proofErr w:type="spellStart"/>
            <w:r w:rsidRPr="001A45B9">
              <w:rPr>
                <w:b/>
                <w:sz w:val="20"/>
                <w:lang w:eastAsia="et-EE"/>
              </w:rPr>
              <w:t>Diam</w:t>
            </w:r>
            <w:proofErr w:type="spellEnd"/>
            <w:r w:rsidRPr="001A45B9">
              <w:rPr>
                <w:b/>
                <w:sz w:val="20"/>
                <w:lang w:eastAsia="et-EE"/>
              </w:rPr>
              <w:t xml:space="preserve">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cm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3C53013E" w14:textId="77777777" w:rsidR="00535FF0" w:rsidRPr="001A45B9" w:rsidRDefault="00535FF0" w:rsidP="00481EF1">
            <w:pPr>
              <w:jc w:val="center"/>
              <w:rPr>
                <w:b/>
                <w:sz w:val="20"/>
                <w:lang w:eastAsia="et-EE"/>
              </w:rPr>
            </w:pPr>
            <w:r w:rsidRPr="001A45B9">
              <w:rPr>
                <w:b/>
                <w:sz w:val="20"/>
                <w:lang w:eastAsia="et-EE"/>
              </w:rPr>
              <w:t xml:space="preserve">Pikkus </w:t>
            </w:r>
            <w:r>
              <w:rPr>
                <w:b/>
                <w:sz w:val="20"/>
                <w:lang w:eastAsia="et-EE"/>
              </w:rPr>
              <w:t>(</w:t>
            </w:r>
            <w:r w:rsidRPr="001A45B9">
              <w:rPr>
                <w:b/>
                <w:sz w:val="20"/>
                <w:lang w:eastAsia="et-EE"/>
              </w:rPr>
              <w:t>dm</w:t>
            </w:r>
            <w:r>
              <w:rPr>
                <w:b/>
                <w:sz w:val="20"/>
                <w:lang w:eastAsia="et-EE"/>
              </w:rPr>
              <w:t>)</w:t>
            </w:r>
          </w:p>
        </w:tc>
        <w:tc>
          <w:tcPr>
            <w:tcW w:w="1151" w:type="pct"/>
            <w:shd w:val="clear" w:color="auto" w:fill="auto"/>
            <w:noWrap/>
            <w:vAlign w:val="center"/>
            <w:hideMark/>
          </w:tcPr>
          <w:p w14:paraId="57638868" w14:textId="77777777" w:rsidR="00535FF0" w:rsidRPr="001A45B9" w:rsidRDefault="00535FF0" w:rsidP="00481EF1">
            <w:pPr>
              <w:jc w:val="center"/>
              <w:rPr>
                <w:b/>
                <w:sz w:val="20"/>
                <w:lang w:eastAsia="et-EE"/>
              </w:rPr>
            </w:pPr>
            <w:r>
              <w:rPr>
                <w:b/>
                <w:sz w:val="20"/>
                <w:lang w:eastAsia="et-EE"/>
              </w:rPr>
              <w:t>Hind (</w:t>
            </w:r>
            <w:r w:rsidRPr="001A45B9">
              <w:rPr>
                <w:b/>
                <w:sz w:val="20"/>
                <w:lang w:eastAsia="et-EE"/>
              </w:rPr>
              <w:t>EUR/m3</w:t>
            </w:r>
            <w:r>
              <w:rPr>
                <w:b/>
                <w:sz w:val="20"/>
                <w:lang w:eastAsia="et-EE"/>
              </w:rPr>
              <w:t>)</w:t>
            </w:r>
          </w:p>
        </w:tc>
      </w:tr>
      <w:tr w:rsidR="00535FF0" w:rsidRPr="00866710" w14:paraId="1098A8B9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3CB4A99E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79DBDD79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2CC6B50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73D9561" w14:textId="77777777" w:rsidR="00535FF0" w:rsidRPr="00866710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866710" w14:paraId="59FDD66B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4B8D7CC6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DF8A148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6500978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78810EB" w14:textId="0CE0493E" w:rsidR="00535FF0" w:rsidRPr="00866710" w:rsidRDefault="00E144C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80</w:t>
            </w:r>
          </w:p>
        </w:tc>
      </w:tr>
      <w:tr w:rsidR="00535FF0" w14:paraId="1C40C33C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A17B8E9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7B1DAE03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CA9B488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57FA098" w14:textId="77777777" w:rsidR="00535FF0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401666" w14:paraId="2A6A1BF6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7B8E8A5E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265F337B" w14:textId="77777777" w:rsidR="00535FF0" w:rsidRDefault="00535FF0" w:rsidP="00481EF1">
            <w:pPr>
              <w:jc w:val="center"/>
            </w:pPr>
            <w:r w:rsidRPr="00F74D8C">
              <w:rPr>
                <w:iCs/>
                <w:sz w:val="20"/>
                <w:lang w:eastAsia="et-EE"/>
              </w:rPr>
              <w:t>18,0-24,9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D46CEED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07D1A64" w14:textId="0B499341" w:rsidR="00535FF0" w:rsidRPr="00401666" w:rsidRDefault="00E144C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90</w:t>
            </w:r>
          </w:p>
        </w:tc>
      </w:tr>
      <w:tr w:rsidR="00535FF0" w14:paraId="4B4C2603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43BF7798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235BEA25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83264D0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0522B18" w14:textId="77777777" w:rsidR="00535FF0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A619FC" w14:paraId="62EC93D9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  <w:vAlign w:val="center"/>
          </w:tcPr>
          <w:p w14:paraId="435B2951" w14:textId="77777777" w:rsidR="00535FF0" w:rsidRPr="00A619FC" w:rsidRDefault="00535FF0" w:rsidP="00481EF1">
            <w:r w:rsidRPr="00A619FC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1B4CD54E" w14:textId="77777777" w:rsidR="00535FF0" w:rsidRDefault="00535FF0" w:rsidP="00481EF1">
            <w:pPr>
              <w:jc w:val="center"/>
            </w:pPr>
            <w:r w:rsidRPr="000A16A8">
              <w:rPr>
                <w:iCs/>
                <w:sz w:val="20"/>
                <w:lang w:eastAsia="et-EE"/>
              </w:rPr>
              <w:t>25,0-31,9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D9FD2BF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764D92E" w14:textId="11E43693" w:rsidR="00535FF0" w:rsidRPr="00A619FC" w:rsidRDefault="00E144C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90</w:t>
            </w:r>
          </w:p>
        </w:tc>
      </w:tr>
      <w:tr w:rsidR="00535FF0" w14:paraId="672B262A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28F0D961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AD02725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32</w:t>
            </w:r>
            <w:r w:rsidRPr="00DD3BCC">
              <w:rPr>
                <w:iCs/>
                <w:sz w:val="20"/>
                <w:lang w:eastAsia="et-EE"/>
              </w:rPr>
              <w:t>,0-</w:t>
            </w:r>
            <w:r>
              <w:rPr>
                <w:iCs/>
                <w:sz w:val="20"/>
                <w:lang w:eastAsia="et-EE"/>
              </w:rPr>
              <w:t>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5E7A862A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30-33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D79DD4A" w14:textId="77777777" w:rsidR="00535FF0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55</w:t>
            </w:r>
          </w:p>
        </w:tc>
      </w:tr>
      <w:tr w:rsidR="00535FF0" w:rsidRPr="00DD3BCC" w14:paraId="03401632" w14:textId="77777777" w:rsidTr="00481EF1">
        <w:trPr>
          <w:trHeight w:val="280"/>
        </w:trPr>
        <w:tc>
          <w:tcPr>
            <w:tcW w:w="1546" w:type="pct"/>
            <w:shd w:val="clear" w:color="auto" w:fill="auto"/>
            <w:noWrap/>
          </w:tcPr>
          <w:p w14:paraId="7D6401A1" w14:textId="77777777" w:rsidR="00535FF0" w:rsidRDefault="00535FF0" w:rsidP="00481EF1">
            <w:r w:rsidRPr="00E43511">
              <w:rPr>
                <w:sz w:val="20"/>
                <w:lang w:eastAsia="et-EE"/>
              </w:rPr>
              <w:t>Männipalk ABC</w:t>
            </w:r>
          </w:p>
        </w:tc>
        <w:tc>
          <w:tcPr>
            <w:tcW w:w="1151" w:type="pct"/>
            <w:shd w:val="clear" w:color="auto" w:fill="auto"/>
          </w:tcPr>
          <w:p w14:paraId="009F7EAB" w14:textId="77777777" w:rsidR="00535FF0" w:rsidRDefault="00535FF0" w:rsidP="00481EF1">
            <w:pPr>
              <w:jc w:val="center"/>
            </w:pPr>
            <w:r w:rsidRPr="00C5570D">
              <w:rPr>
                <w:iCs/>
                <w:sz w:val="20"/>
                <w:lang w:eastAsia="et-EE"/>
              </w:rPr>
              <w:t>32,0-6</w:t>
            </w:r>
            <w:r>
              <w:rPr>
                <w:iCs/>
                <w:sz w:val="20"/>
                <w:lang w:eastAsia="et-EE"/>
              </w:rPr>
              <w:t>0</w:t>
            </w:r>
            <w:r w:rsidRPr="00C5570D">
              <w:rPr>
                <w:iCs/>
                <w:sz w:val="20"/>
                <w:lang w:eastAsia="et-EE"/>
              </w:rPr>
              <w:t>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01CB1F4C" w14:textId="77777777" w:rsidR="00535FF0" w:rsidRPr="00DA6236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87C4A6D" w14:textId="30C5BAFF" w:rsidR="00535FF0" w:rsidRPr="00DD3BCC" w:rsidRDefault="00E144C2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90</w:t>
            </w:r>
          </w:p>
        </w:tc>
      </w:tr>
      <w:tr w:rsidR="00535FF0" w:rsidRPr="00DD3BCC" w14:paraId="7AD71416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4CA0382E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9982983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</w:t>
            </w:r>
            <w:r>
              <w:rPr>
                <w:iCs/>
                <w:sz w:val="20"/>
                <w:lang w:eastAsia="et-EE"/>
              </w:rPr>
              <w:t>3</w:t>
            </w:r>
            <w:r w:rsidRPr="00DD3BCC">
              <w:rPr>
                <w:iCs/>
                <w:sz w:val="20"/>
                <w:lang w:eastAsia="et-EE"/>
              </w:rPr>
              <w:t>,0-17,9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D7D472E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A207937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DD3BCC" w14:paraId="7EA4C102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282A796B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0080C73B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 w:rsidRPr="00DD3BCC">
              <w:rPr>
                <w:iCs/>
                <w:sz w:val="20"/>
                <w:lang w:eastAsia="et-EE"/>
              </w:rPr>
              <w:t>18,0-2</w:t>
            </w:r>
            <w:r>
              <w:rPr>
                <w:iCs/>
                <w:sz w:val="20"/>
                <w:lang w:eastAsia="et-EE"/>
              </w:rPr>
              <w:t>4</w:t>
            </w:r>
            <w:r w:rsidRPr="00DD3BCC">
              <w:rPr>
                <w:iCs/>
                <w:sz w:val="20"/>
                <w:lang w:eastAsia="et-EE"/>
              </w:rPr>
              <w:t>,9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767CF3D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48648D5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DD3BCC" w14:paraId="52A83ECA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118D5B52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D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76F51A59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25</w:t>
            </w:r>
            <w:r w:rsidRPr="00DD3BCC">
              <w:rPr>
                <w:sz w:val="20"/>
                <w:lang w:eastAsia="et-EE"/>
              </w:rPr>
              <w:t xml:space="preserve">,0 </w:t>
            </w:r>
            <w:r>
              <w:rPr>
                <w:sz w:val="20"/>
                <w:lang w:eastAsia="et-EE"/>
              </w:rPr>
              <w:t>– 60,0*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400C610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 w:rsidRPr="00DD3BCC">
              <w:rPr>
                <w:sz w:val="20"/>
                <w:lang w:eastAsia="et-EE"/>
              </w:rPr>
              <w:t>3</w:t>
            </w:r>
            <w:r>
              <w:rPr>
                <w:sz w:val="20"/>
                <w:lang w:eastAsia="et-EE"/>
              </w:rPr>
              <w:t>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CBB25DD" w14:textId="77777777" w:rsidR="00535FF0" w:rsidRPr="00DD3BCC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535FF0" w:rsidRPr="00401666" w14:paraId="5A871D7D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  <w:hideMark/>
          </w:tcPr>
          <w:p w14:paraId="1B7DAB5E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Männipalk</w:t>
            </w:r>
            <w:r>
              <w:rPr>
                <w:sz w:val="20"/>
                <w:lang w:eastAsia="et-EE"/>
              </w:rPr>
              <w:t xml:space="preserve"> praak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3F2402C6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38B46A9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7122AE56" w14:textId="77777777" w:rsidR="00535FF0" w:rsidRPr="00401666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35</w:t>
            </w:r>
          </w:p>
        </w:tc>
      </w:tr>
      <w:tr w:rsidR="00535FF0" w:rsidRPr="00401666" w14:paraId="6CCD2FDC" w14:textId="77777777" w:rsidTr="00481EF1">
        <w:trPr>
          <w:trHeight w:val="320"/>
        </w:trPr>
        <w:tc>
          <w:tcPr>
            <w:tcW w:w="1546" w:type="pct"/>
            <w:shd w:val="clear" w:color="auto" w:fill="auto"/>
            <w:noWrap/>
            <w:vAlign w:val="center"/>
          </w:tcPr>
          <w:p w14:paraId="0C83352E" w14:textId="77777777" w:rsidR="00535FF0" w:rsidRPr="0042016A" w:rsidRDefault="00535FF0" w:rsidP="00481EF1">
            <w:pPr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Männipalk  praak metall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209BE75A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18071FAB" w14:textId="77777777" w:rsidR="00535FF0" w:rsidRPr="00DD3BCC" w:rsidRDefault="00535FF0" w:rsidP="00481EF1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30</w:t>
            </w:r>
            <w:r w:rsidRPr="00DD3BCC">
              <w:rPr>
                <w:sz w:val="20"/>
                <w:lang w:eastAsia="et-EE"/>
              </w:rPr>
              <w:t>-60</w:t>
            </w:r>
          </w:p>
        </w:tc>
        <w:tc>
          <w:tcPr>
            <w:tcW w:w="1151" w:type="pct"/>
            <w:shd w:val="clear" w:color="auto" w:fill="auto"/>
            <w:noWrap/>
            <w:vAlign w:val="center"/>
          </w:tcPr>
          <w:p w14:paraId="6456B0E5" w14:textId="77777777" w:rsidR="00535FF0" w:rsidRPr="00401666" w:rsidRDefault="00535FF0" w:rsidP="00481EF1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</w:t>
            </w:r>
          </w:p>
        </w:tc>
      </w:tr>
    </w:tbl>
    <w:p w14:paraId="3C88E8E3" w14:textId="77777777" w:rsidR="00535FF0" w:rsidRPr="00330C91" w:rsidRDefault="00535FF0" w:rsidP="005655A4">
      <w:pPr>
        <w:tabs>
          <w:tab w:val="left" w:pos="1134"/>
        </w:tabs>
        <w:jc w:val="both"/>
        <w:rPr>
          <w:bCs/>
          <w:sz w:val="20"/>
        </w:rPr>
      </w:pPr>
    </w:p>
    <w:p w14:paraId="1EE9A052" w14:textId="73E6BCDD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03B82D9A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4BBA2F2E" w14:textId="3D718B45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kuni </w:t>
      </w:r>
      <w:r w:rsidR="00BE755A">
        <w:rPr>
          <w:bCs/>
          <w:sz w:val="20"/>
        </w:rPr>
        <w:t>3</w:t>
      </w:r>
      <w:r w:rsidR="00F0132C">
        <w:rPr>
          <w:bCs/>
          <w:sz w:val="20"/>
        </w:rPr>
        <w:t>0</w:t>
      </w:r>
      <w:r w:rsidR="00BE755A">
        <w:rPr>
          <w:bCs/>
          <w:sz w:val="20"/>
        </w:rPr>
        <w:t>.06</w:t>
      </w:r>
      <w:r w:rsidR="00075039">
        <w:rPr>
          <w:bCs/>
          <w:sz w:val="20"/>
        </w:rPr>
        <w:t>.202</w:t>
      </w:r>
      <w:r w:rsidR="00FB5FC3">
        <w:rPr>
          <w:bCs/>
          <w:sz w:val="20"/>
        </w:rPr>
        <w:t>5</w:t>
      </w:r>
    </w:p>
    <w:p w14:paraId="40B0E76E" w14:textId="77777777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5DAB3A21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CE1F5A8" w14:textId="77777777" w:rsidR="005253F3" w:rsidRPr="00330C91" w:rsidRDefault="005253F3" w:rsidP="00EB57EF">
      <w:pPr>
        <w:rPr>
          <w:sz w:val="20"/>
        </w:rPr>
      </w:pPr>
    </w:p>
    <w:p w14:paraId="5399F690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494C58F" w14:textId="77777777" w:rsidR="005253F3" w:rsidRPr="00330C91" w:rsidRDefault="005253F3" w:rsidP="00EB57EF">
      <w:pPr>
        <w:rPr>
          <w:sz w:val="20"/>
        </w:rPr>
      </w:pPr>
    </w:p>
    <w:p w14:paraId="6A6BD138" w14:textId="77777777" w:rsidR="005253F3" w:rsidRPr="00330C91" w:rsidRDefault="005253F3" w:rsidP="00EB57EF">
      <w:pPr>
        <w:rPr>
          <w:sz w:val="20"/>
        </w:rPr>
      </w:pPr>
    </w:p>
    <w:p w14:paraId="45463C1E" w14:textId="77777777" w:rsidR="007207F8" w:rsidRPr="00330C91" w:rsidRDefault="007207F8" w:rsidP="007207F8">
      <w:pPr>
        <w:rPr>
          <w:sz w:val="20"/>
        </w:rPr>
      </w:pPr>
    </w:p>
    <w:p w14:paraId="327D1E85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555EC5">
        <w:rPr>
          <w:sz w:val="20"/>
        </w:rPr>
        <w:t xml:space="preserve">Lauri </w:t>
      </w:r>
      <w:proofErr w:type="spellStart"/>
      <w:r w:rsidR="00555EC5">
        <w:rPr>
          <w:sz w:val="20"/>
        </w:rPr>
        <w:t>Junkin</w:t>
      </w:r>
      <w:proofErr w:type="spellEnd"/>
    </w:p>
    <w:p w14:paraId="0508A312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7649958" w14:textId="77777777" w:rsidR="00903014" w:rsidRDefault="00903014" w:rsidP="00EB57EF">
      <w:pPr>
        <w:rPr>
          <w:i/>
          <w:sz w:val="20"/>
        </w:rPr>
      </w:pPr>
    </w:p>
    <w:p w14:paraId="295B9A77" w14:textId="77777777" w:rsidR="00903014" w:rsidRDefault="00903014" w:rsidP="00EB57EF">
      <w:pPr>
        <w:rPr>
          <w:i/>
          <w:sz w:val="20"/>
        </w:rPr>
      </w:pPr>
    </w:p>
    <w:p w14:paraId="3A41845F" w14:textId="77777777" w:rsidR="00903014" w:rsidRDefault="00903014" w:rsidP="00EB57EF">
      <w:pPr>
        <w:rPr>
          <w:i/>
          <w:sz w:val="20"/>
        </w:rPr>
      </w:pPr>
    </w:p>
    <w:p w14:paraId="7E8012BD" w14:textId="77777777" w:rsidR="00903014" w:rsidRDefault="00903014" w:rsidP="00EB57EF">
      <w:pPr>
        <w:rPr>
          <w:i/>
          <w:sz w:val="20"/>
        </w:rPr>
      </w:pPr>
    </w:p>
    <w:p w14:paraId="125BE1E3" w14:textId="77777777" w:rsidR="00903014" w:rsidRDefault="00903014" w:rsidP="00EB57EF">
      <w:pPr>
        <w:rPr>
          <w:i/>
          <w:sz w:val="20"/>
        </w:rPr>
      </w:pPr>
    </w:p>
    <w:p w14:paraId="69F57371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540B2" w14:textId="77777777" w:rsidR="00335DB9" w:rsidRDefault="00335DB9">
      <w:r>
        <w:separator/>
      </w:r>
    </w:p>
  </w:endnote>
  <w:endnote w:type="continuationSeparator" w:id="0">
    <w:p w14:paraId="1B9BB409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0C52E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20549" w14:textId="77777777" w:rsidR="00335DB9" w:rsidRDefault="00335DB9">
      <w:r>
        <w:separator/>
      </w:r>
    </w:p>
  </w:footnote>
  <w:footnote w:type="continuationSeparator" w:id="0">
    <w:p w14:paraId="0DD4EB13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9CBB" w14:textId="246BCEAD" w:rsidR="003C047F" w:rsidRPr="00E144F2" w:rsidRDefault="003C047F" w:rsidP="003668A2">
    <w:pPr>
      <w:framePr w:w="9639" w:h="851" w:hSpace="181" w:wrap="around" w:vAnchor="page" w:hAnchor="page" w:x="1135" w:y="568"/>
      <w:jc w:val="center"/>
      <w:rPr>
        <w:rFonts w:ascii="Arial" w:hAnsi="Arial" w:cs="Arial"/>
        <w:b/>
        <w:sz w:val="18"/>
        <w:szCs w:val="18"/>
      </w:rPr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C65A19">
      <w:rPr>
        <w:noProof/>
        <w:spacing w:val="0"/>
        <w:position w:val="0"/>
        <w:sz w:val="20"/>
      </w:rPr>
      <w:t>2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2663F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5900D5"/>
    <w:multiLevelType w:val="multilevel"/>
    <w:tmpl w:val="CDF48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3289D"/>
    <w:multiLevelType w:val="hybridMultilevel"/>
    <w:tmpl w:val="5BB4A0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89403A"/>
    <w:multiLevelType w:val="multilevel"/>
    <w:tmpl w:val="CDF48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6C913356"/>
    <w:multiLevelType w:val="multilevel"/>
    <w:tmpl w:val="CDF48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8510677">
    <w:abstractNumId w:val="0"/>
  </w:num>
  <w:num w:numId="2" w16cid:durableId="459226877">
    <w:abstractNumId w:val="7"/>
  </w:num>
  <w:num w:numId="3" w16cid:durableId="984897724">
    <w:abstractNumId w:val="6"/>
  </w:num>
  <w:num w:numId="4" w16cid:durableId="1823960637">
    <w:abstractNumId w:val="9"/>
  </w:num>
  <w:num w:numId="5" w16cid:durableId="581378332">
    <w:abstractNumId w:val="11"/>
  </w:num>
  <w:num w:numId="6" w16cid:durableId="1792934645">
    <w:abstractNumId w:val="14"/>
  </w:num>
  <w:num w:numId="7" w16cid:durableId="1901482108">
    <w:abstractNumId w:val="15"/>
  </w:num>
  <w:num w:numId="8" w16cid:durableId="453014399">
    <w:abstractNumId w:val="3"/>
  </w:num>
  <w:num w:numId="9" w16cid:durableId="851190601">
    <w:abstractNumId w:val="4"/>
  </w:num>
  <w:num w:numId="10" w16cid:durableId="1805614453">
    <w:abstractNumId w:val="1"/>
  </w:num>
  <w:num w:numId="11" w16cid:durableId="682977308">
    <w:abstractNumId w:val="2"/>
  </w:num>
  <w:num w:numId="12" w16cid:durableId="1961762837">
    <w:abstractNumId w:val="8"/>
  </w:num>
  <w:num w:numId="13" w16cid:durableId="731274455">
    <w:abstractNumId w:val="13"/>
  </w:num>
  <w:num w:numId="14" w16cid:durableId="1109467579">
    <w:abstractNumId w:val="10"/>
  </w:num>
  <w:num w:numId="15" w16cid:durableId="664086758">
    <w:abstractNumId w:val="12"/>
  </w:num>
  <w:num w:numId="16" w16cid:durableId="1507985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20B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B253E"/>
    <w:rsid w:val="001C037C"/>
    <w:rsid w:val="001C3CA4"/>
    <w:rsid w:val="001C5A75"/>
    <w:rsid w:val="001C6234"/>
    <w:rsid w:val="001C73D4"/>
    <w:rsid w:val="001D2CCB"/>
    <w:rsid w:val="001D3401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1202D"/>
    <w:rsid w:val="00212CA7"/>
    <w:rsid w:val="00215557"/>
    <w:rsid w:val="00216D5C"/>
    <w:rsid w:val="00226AB7"/>
    <w:rsid w:val="00226D3A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4200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8A2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A3BB6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5FF0"/>
    <w:rsid w:val="00541813"/>
    <w:rsid w:val="005446C0"/>
    <w:rsid w:val="00547DC1"/>
    <w:rsid w:val="00550631"/>
    <w:rsid w:val="00552127"/>
    <w:rsid w:val="00555EC5"/>
    <w:rsid w:val="005655A4"/>
    <w:rsid w:val="00566DA4"/>
    <w:rsid w:val="00574248"/>
    <w:rsid w:val="0058348A"/>
    <w:rsid w:val="0059149C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96D"/>
    <w:rsid w:val="0075153C"/>
    <w:rsid w:val="007515E5"/>
    <w:rsid w:val="007526BF"/>
    <w:rsid w:val="00752868"/>
    <w:rsid w:val="00752885"/>
    <w:rsid w:val="00752C4F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008F"/>
    <w:rsid w:val="007A19D4"/>
    <w:rsid w:val="007A2327"/>
    <w:rsid w:val="007A6AA3"/>
    <w:rsid w:val="007A6BC4"/>
    <w:rsid w:val="007B2D03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3014"/>
    <w:rsid w:val="00907283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624A3"/>
    <w:rsid w:val="00A63F9D"/>
    <w:rsid w:val="00A67C68"/>
    <w:rsid w:val="00A72A8F"/>
    <w:rsid w:val="00A74DFE"/>
    <w:rsid w:val="00A9315B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25DA"/>
    <w:rsid w:val="00B37621"/>
    <w:rsid w:val="00B416FA"/>
    <w:rsid w:val="00B443E1"/>
    <w:rsid w:val="00B462ED"/>
    <w:rsid w:val="00B50FCD"/>
    <w:rsid w:val="00B602BD"/>
    <w:rsid w:val="00B62170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4742"/>
    <w:rsid w:val="00BA549B"/>
    <w:rsid w:val="00BA5921"/>
    <w:rsid w:val="00BB2B18"/>
    <w:rsid w:val="00BB35C6"/>
    <w:rsid w:val="00BC181B"/>
    <w:rsid w:val="00BC7B4A"/>
    <w:rsid w:val="00BD105C"/>
    <w:rsid w:val="00BD38F6"/>
    <w:rsid w:val="00BD6033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E755A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881"/>
    <w:rsid w:val="00C45FAD"/>
    <w:rsid w:val="00C4605A"/>
    <w:rsid w:val="00C547BC"/>
    <w:rsid w:val="00C56AE9"/>
    <w:rsid w:val="00C623B7"/>
    <w:rsid w:val="00C64B18"/>
    <w:rsid w:val="00C65A19"/>
    <w:rsid w:val="00C673EA"/>
    <w:rsid w:val="00C679DE"/>
    <w:rsid w:val="00C741B5"/>
    <w:rsid w:val="00C75132"/>
    <w:rsid w:val="00C82045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CF7870"/>
    <w:rsid w:val="00D00D20"/>
    <w:rsid w:val="00D02387"/>
    <w:rsid w:val="00D12D1A"/>
    <w:rsid w:val="00D13208"/>
    <w:rsid w:val="00D17975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3ACF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C2"/>
    <w:rsid w:val="00E144F2"/>
    <w:rsid w:val="00E14EF3"/>
    <w:rsid w:val="00E20E38"/>
    <w:rsid w:val="00E265E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3F8"/>
    <w:rsid w:val="00E72421"/>
    <w:rsid w:val="00E72506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57EF"/>
    <w:rsid w:val="00EB7677"/>
    <w:rsid w:val="00ED071D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28A0"/>
    <w:rsid w:val="00EF37D1"/>
    <w:rsid w:val="00EF38AB"/>
    <w:rsid w:val="00EF4A2B"/>
    <w:rsid w:val="00F0132C"/>
    <w:rsid w:val="00F02C6C"/>
    <w:rsid w:val="00F045AB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56F06"/>
    <w:rsid w:val="00F76FB8"/>
    <w:rsid w:val="00F80DAA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FC3"/>
    <w:rsid w:val="00FB780E"/>
    <w:rsid w:val="00FC1023"/>
    <w:rsid w:val="00FC16AB"/>
    <w:rsid w:val="00FC726B"/>
    <w:rsid w:val="00FD4EC7"/>
    <w:rsid w:val="00FD52DA"/>
    <w:rsid w:val="00FD6601"/>
    <w:rsid w:val="00FD6AFB"/>
    <w:rsid w:val="00FE11DC"/>
    <w:rsid w:val="00FE307F"/>
    <w:rsid w:val="00FE5D70"/>
    <w:rsid w:val="00FE693F"/>
    <w:rsid w:val="00FF1522"/>
    <w:rsid w:val="00FF1D28"/>
    <w:rsid w:val="00FF1F9C"/>
    <w:rsid w:val="00FF21E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CFF3D69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CF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475D9-2199-4530-B1E7-74571247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9</TotalTime>
  <Pages>3</Pages>
  <Words>411</Words>
  <Characters>3075</Characters>
  <Application>Microsoft Office Word</Application>
  <DocSecurity>0</DocSecurity>
  <Lines>25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3480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5</cp:revision>
  <cp:lastPrinted>2018-08-16T11:33:00Z</cp:lastPrinted>
  <dcterms:created xsi:type="dcterms:W3CDTF">2025-05-08T11:17:00Z</dcterms:created>
  <dcterms:modified xsi:type="dcterms:W3CDTF">2025-05-08T11:27:00Z</dcterms:modified>
</cp:coreProperties>
</file>